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8A243" w14:textId="77777777" w:rsidR="00735283" w:rsidRDefault="0086330C">
      <w:r>
        <w:t>Information on upcoming Throwback photos:</w:t>
      </w:r>
    </w:p>
    <w:p w14:paraId="7335AA78" w14:textId="05378254" w:rsidR="008F4CA4" w:rsidRPr="007F342E" w:rsidRDefault="008F4CA4" w:rsidP="00223508">
      <w:pPr>
        <w:pStyle w:val="ListParagraph"/>
        <w:numPr>
          <w:ilvl w:val="0"/>
          <w:numId w:val="1"/>
        </w:numPr>
        <w:rPr>
          <w:strike/>
        </w:rPr>
      </w:pPr>
      <w:r w:rsidRPr="007F342E">
        <w:rPr>
          <w:strike/>
        </w:rPr>
        <w:t>1 Dance Spirit Featured Photo-</w:t>
      </w:r>
      <w:r w:rsidR="00D27675" w:rsidRPr="007F342E">
        <w:rPr>
          <w:strike/>
        </w:rPr>
        <w:t xml:space="preserve"> This shows the phot in Dance Spirt and on our model. Inspiration was ‘Chicago -the musical (before the movie)</w:t>
      </w:r>
    </w:p>
    <w:p w14:paraId="6CD9BE65" w14:textId="77777777" w:rsidR="008F4CA4" w:rsidRDefault="008F4CA4" w:rsidP="00223508">
      <w:pPr>
        <w:pStyle w:val="ListParagraph"/>
        <w:numPr>
          <w:ilvl w:val="0"/>
          <w:numId w:val="1"/>
        </w:numPr>
      </w:pPr>
      <w:r>
        <w:t>1 Religious Theme Solo</w:t>
      </w:r>
      <w:r w:rsidR="00D27675">
        <w:t xml:space="preserve"> –photos on our dress form and later we received professional photos. Local Hopkins studio dancer – we did several costumes for her before she graduated from HS and moved to NYC, where she danced professionally.</w:t>
      </w:r>
    </w:p>
    <w:p w14:paraId="786A0BD2" w14:textId="77777777" w:rsidR="008F4CA4" w:rsidRPr="00BA7730" w:rsidRDefault="008F4CA4" w:rsidP="00223508">
      <w:pPr>
        <w:pStyle w:val="ListParagraph"/>
        <w:numPr>
          <w:ilvl w:val="0"/>
          <w:numId w:val="1"/>
        </w:numPr>
        <w:rPr>
          <w:strike/>
        </w:rPr>
      </w:pPr>
      <w:r w:rsidRPr="00BA7730">
        <w:rPr>
          <w:strike/>
        </w:rPr>
        <w:t>1974 MCAD Fashion Show3-</w:t>
      </w:r>
      <w:r w:rsidR="00D27675" w:rsidRPr="00BA7730">
        <w:rPr>
          <w:strike/>
        </w:rPr>
        <w:t xml:space="preserve"> </w:t>
      </w:r>
      <w:r w:rsidR="007C727A" w:rsidRPr="00BA7730">
        <w:rPr>
          <w:strike/>
        </w:rPr>
        <w:t xml:space="preserve">Sportswear: </w:t>
      </w:r>
      <w:r w:rsidR="00D27675" w:rsidRPr="00BA7730">
        <w:rPr>
          <w:strike/>
        </w:rPr>
        <w:t xml:space="preserve">Winter white wool blend 70’s style coat and pant with brown satin vest in </w:t>
      </w:r>
      <w:r w:rsidR="007C727A" w:rsidRPr="00BA7730">
        <w:rPr>
          <w:strike/>
        </w:rPr>
        <w:t xml:space="preserve">my </w:t>
      </w:r>
      <w:r w:rsidR="00D27675" w:rsidRPr="00BA7730">
        <w:rPr>
          <w:strike/>
        </w:rPr>
        <w:t>MCAD fashion show</w:t>
      </w:r>
      <w:r w:rsidR="007C727A" w:rsidRPr="00BA7730">
        <w:rPr>
          <w:strike/>
        </w:rPr>
        <w:t>s</w:t>
      </w:r>
    </w:p>
    <w:p w14:paraId="17545D1F" w14:textId="77777777" w:rsidR="008F4CA4" w:rsidRPr="000E657A" w:rsidRDefault="008F4CA4" w:rsidP="00223508">
      <w:pPr>
        <w:pStyle w:val="ListParagraph"/>
        <w:numPr>
          <w:ilvl w:val="0"/>
          <w:numId w:val="1"/>
        </w:numPr>
        <w:rPr>
          <w:strike/>
        </w:rPr>
      </w:pPr>
      <w:r w:rsidRPr="000E657A">
        <w:rPr>
          <w:strike/>
        </w:rPr>
        <w:t>Bloomington Kennedy Good Design vs Bad Design</w:t>
      </w:r>
      <w:r w:rsidR="003709E0" w:rsidRPr="000E657A">
        <w:rPr>
          <w:strike/>
        </w:rPr>
        <w:t xml:space="preserve"> – Bloomington Kennedy had these </w:t>
      </w:r>
      <w:proofErr w:type="spellStart"/>
      <w:r w:rsidR="003709E0" w:rsidRPr="000E657A">
        <w:rPr>
          <w:strike/>
        </w:rPr>
        <w:t>danceline</w:t>
      </w:r>
      <w:proofErr w:type="spellEnd"/>
      <w:r w:rsidR="003709E0" w:rsidRPr="000E657A">
        <w:rPr>
          <w:strike/>
        </w:rPr>
        <w:t xml:space="preserve"> dresses made for their team. They hated them and asked me how Satin Stitches could redesign them. Theirs and ours. The skirt was changed to blend better with the bodice design.</w:t>
      </w:r>
    </w:p>
    <w:p w14:paraId="1A851C0C" w14:textId="77777777" w:rsidR="008F4CA4" w:rsidRPr="009F4D23" w:rsidRDefault="008F4CA4" w:rsidP="00223508">
      <w:pPr>
        <w:pStyle w:val="ListParagraph"/>
        <w:numPr>
          <w:ilvl w:val="0"/>
          <w:numId w:val="1"/>
        </w:numPr>
        <w:rPr>
          <w:strike/>
        </w:rPr>
      </w:pPr>
      <w:r w:rsidRPr="009F4D23">
        <w:rPr>
          <w:strike/>
        </w:rPr>
        <w:t xml:space="preserve">Circus </w:t>
      </w:r>
      <w:proofErr w:type="spellStart"/>
      <w:r w:rsidRPr="009F4D23">
        <w:rPr>
          <w:strike/>
        </w:rPr>
        <w:t>Circus</w:t>
      </w:r>
      <w:proofErr w:type="spellEnd"/>
      <w:r w:rsidRPr="009F4D23">
        <w:rPr>
          <w:strike/>
        </w:rPr>
        <w:t xml:space="preserve"> Clown</w:t>
      </w:r>
      <w:r w:rsidR="003709E0" w:rsidRPr="009F4D23">
        <w:rPr>
          <w:strike/>
        </w:rPr>
        <w:t xml:space="preserve"> – For several years, I worked with a famous local clown, who designed clown costumes and accessories for the clown market. This </w:t>
      </w:r>
      <w:proofErr w:type="gramStart"/>
      <w:r w:rsidR="003709E0" w:rsidRPr="009F4D23">
        <w:rPr>
          <w:strike/>
        </w:rPr>
        <w:t>particular design</w:t>
      </w:r>
      <w:proofErr w:type="gramEnd"/>
      <w:r w:rsidR="003709E0" w:rsidRPr="009F4D23">
        <w:rPr>
          <w:strike/>
        </w:rPr>
        <w:t xml:space="preserve"> was created for the local pizza restaurant. Satin Stitches manufactured the</w:t>
      </w:r>
      <w:r w:rsidR="00EC509C" w:rsidRPr="009F4D23">
        <w:rPr>
          <w:strike/>
        </w:rPr>
        <w:t xml:space="preserve"> clown costume, Michael </w:t>
      </w:r>
      <w:proofErr w:type="spellStart"/>
      <w:r w:rsidR="00EC509C" w:rsidRPr="009F4D23">
        <w:rPr>
          <w:strike/>
        </w:rPr>
        <w:t>O’Shauhnessy</w:t>
      </w:r>
      <w:proofErr w:type="spellEnd"/>
      <w:r w:rsidR="00EC509C" w:rsidRPr="009F4D23">
        <w:rPr>
          <w:strike/>
        </w:rPr>
        <w:t xml:space="preserve"> &amp; Associates (Circus Clowns)</w:t>
      </w:r>
      <w:r w:rsidR="003709E0" w:rsidRPr="009F4D23">
        <w:rPr>
          <w:strike/>
        </w:rPr>
        <w:t xml:space="preserve"> made the heads and shoes.</w:t>
      </w:r>
      <w:r w:rsidR="00EC509C" w:rsidRPr="009F4D23">
        <w:rPr>
          <w:strike/>
        </w:rPr>
        <w:t xml:space="preserve"> We worked with him on creating the patterns for many clown costumes in his niche catalog. The garments were contracted out.</w:t>
      </w:r>
    </w:p>
    <w:p w14:paraId="7F91AB28" w14:textId="77777777" w:rsidR="008F4CA4" w:rsidRPr="000E657A" w:rsidRDefault="008F4CA4" w:rsidP="00223508">
      <w:pPr>
        <w:pStyle w:val="ListParagraph"/>
        <w:numPr>
          <w:ilvl w:val="0"/>
          <w:numId w:val="1"/>
        </w:numPr>
        <w:rPr>
          <w:strike/>
        </w:rPr>
      </w:pPr>
      <w:r w:rsidRPr="000E657A">
        <w:rPr>
          <w:strike/>
        </w:rPr>
        <w:t>Cocoon to Butterfly Costumes</w:t>
      </w:r>
      <w:r w:rsidR="006C5401" w:rsidRPr="000E657A">
        <w:rPr>
          <w:strike/>
        </w:rPr>
        <w:t xml:space="preserve"> – A women’s business organization contracted us to create a cocoon and butterfly costume to portray business development in a speech/seminar they presented.</w:t>
      </w:r>
    </w:p>
    <w:p w14:paraId="12602395" w14:textId="77777777" w:rsidR="00267BDE" w:rsidRDefault="00267BDE" w:rsidP="00223508">
      <w:pPr>
        <w:pStyle w:val="ListParagraph"/>
        <w:numPr>
          <w:ilvl w:val="0"/>
          <w:numId w:val="1"/>
        </w:numPr>
      </w:pPr>
      <w:r>
        <w:t>Sole Baton Twirler – custom costume – I don’t recall anything specific</w:t>
      </w:r>
    </w:p>
    <w:p w14:paraId="0D41BCF6" w14:textId="77777777" w:rsidR="00267BDE" w:rsidRDefault="00267BDE" w:rsidP="00223508">
      <w:pPr>
        <w:pStyle w:val="ListParagraph"/>
        <w:numPr>
          <w:ilvl w:val="0"/>
          <w:numId w:val="1"/>
        </w:numPr>
      </w:pPr>
      <w:r>
        <w:t xml:space="preserve">Debbie </w:t>
      </w:r>
      <w:proofErr w:type="spellStart"/>
      <w:r>
        <w:t>StarTrib</w:t>
      </w:r>
      <w:proofErr w:type="spellEnd"/>
      <w:r>
        <w:t xml:space="preserve"> Photo Snowbird </w:t>
      </w:r>
      <w:r w:rsidR="006C5401">
        <w:t>– My favorite ‘</w:t>
      </w:r>
      <w:proofErr w:type="spellStart"/>
      <w:r w:rsidR="006C5401">
        <w:t>camoflage</w:t>
      </w:r>
      <w:proofErr w:type="spellEnd"/>
      <w:r w:rsidR="006C5401">
        <w:t xml:space="preserve"> photo’. A costume designed and used a couple of times by different pageant contestants. This was a Mrs. Minnesota winner who wore this in a National pageant. Photographed for a </w:t>
      </w:r>
      <w:proofErr w:type="spellStart"/>
      <w:r w:rsidR="006C5401">
        <w:t>StarTrib</w:t>
      </w:r>
      <w:proofErr w:type="spellEnd"/>
      <w:r w:rsidR="006C5401">
        <w:t xml:space="preserve"> feature article. My favorite ever photo of myself with client! (She was a size 0 and petite, me-not, and I don’t look huge. Perfect photo composition!</w:t>
      </w:r>
    </w:p>
    <w:p w14:paraId="2DFAD4D4" w14:textId="77777777" w:rsidR="00267BDE" w:rsidRPr="00BA7730" w:rsidRDefault="00267BDE" w:rsidP="00223508">
      <w:pPr>
        <w:pStyle w:val="ListParagraph"/>
        <w:numPr>
          <w:ilvl w:val="0"/>
          <w:numId w:val="1"/>
        </w:numPr>
        <w:rPr>
          <w:strike/>
        </w:rPr>
      </w:pPr>
      <w:proofErr w:type="gramStart"/>
      <w:r w:rsidRPr="00BA7730">
        <w:rPr>
          <w:strike/>
        </w:rPr>
        <w:t>Drum  Major</w:t>
      </w:r>
      <w:proofErr w:type="gramEnd"/>
      <w:r w:rsidRPr="00BA7730">
        <w:rPr>
          <w:strike/>
        </w:rPr>
        <w:t>-Piano Keys</w:t>
      </w:r>
      <w:r w:rsidR="00223508" w:rsidRPr="00BA7730">
        <w:rPr>
          <w:strike/>
        </w:rPr>
        <w:t xml:space="preserve"> – this was a custom, one-of-a-kind Drum Major uniform for a marching band. One of several piano key costumes that we have made over the years.</w:t>
      </w:r>
    </w:p>
    <w:p w14:paraId="0AC389FB" w14:textId="77777777" w:rsidR="008212CD" w:rsidRPr="009F4D23" w:rsidRDefault="008212CD" w:rsidP="00223508">
      <w:pPr>
        <w:pStyle w:val="ListParagraph"/>
        <w:numPr>
          <w:ilvl w:val="0"/>
          <w:numId w:val="1"/>
        </w:numPr>
        <w:rPr>
          <w:strike/>
        </w:rPr>
      </w:pPr>
      <w:r w:rsidRPr="009F4D23">
        <w:rPr>
          <w:strike/>
        </w:rPr>
        <w:t>Fingerhut Catalog Jockey</w:t>
      </w:r>
      <w:r w:rsidR="00223508" w:rsidRPr="009F4D23">
        <w:rPr>
          <w:strike/>
        </w:rPr>
        <w:t xml:space="preserve"> – We were contracted by Fingerhut to create a red a</w:t>
      </w:r>
      <w:r w:rsidR="00BE021E" w:rsidRPr="009F4D23">
        <w:rPr>
          <w:strike/>
        </w:rPr>
        <w:t>nd white jockey jacket and cap</w:t>
      </w:r>
      <w:r w:rsidR="00223508" w:rsidRPr="009F4D23">
        <w:rPr>
          <w:strike/>
        </w:rPr>
        <w:t xml:space="preserve"> for a little boy-model for their Christmas catalog. I c</w:t>
      </w:r>
      <w:r w:rsidR="00FC133B" w:rsidRPr="009F4D23">
        <w:rPr>
          <w:strike/>
        </w:rPr>
        <w:t>hecked with my cousin who foals</w:t>
      </w:r>
      <w:r w:rsidR="00223508" w:rsidRPr="009F4D23">
        <w:rPr>
          <w:strike/>
        </w:rPr>
        <w:t xml:space="preserve"> and boards nationally prominent </w:t>
      </w:r>
      <w:proofErr w:type="gramStart"/>
      <w:r w:rsidR="00223508" w:rsidRPr="009F4D23">
        <w:rPr>
          <w:strike/>
        </w:rPr>
        <w:t>race-horses</w:t>
      </w:r>
      <w:proofErr w:type="gramEnd"/>
      <w:r w:rsidR="00FC133B" w:rsidRPr="009F4D23">
        <w:rPr>
          <w:strike/>
        </w:rPr>
        <w:t xml:space="preserve"> on her ranch in St. Michael</w:t>
      </w:r>
      <w:r w:rsidR="00223508" w:rsidRPr="009F4D23">
        <w:rPr>
          <w:strike/>
        </w:rPr>
        <w:t xml:space="preserve"> MN for specs!</w:t>
      </w:r>
      <w:r w:rsidR="006B7FD0" w:rsidRPr="009F4D23">
        <w:rPr>
          <w:strike/>
        </w:rPr>
        <w:t xml:space="preserve"> Wind N Wood Farm, Inc.</w:t>
      </w:r>
      <w:r w:rsidR="00FC133B" w:rsidRPr="009F4D23">
        <w:rPr>
          <w:strike/>
        </w:rPr>
        <w:t xml:space="preserve"> She has experience with Jockey outfits, as their horses, and clients’ horse race locally and nationally.</w:t>
      </w:r>
    </w:p>
    <w:p w14:paraId="0A91282C" w14:textId="6645F7A7" w:rsidR="008212CD" w:rsidRPr="00BA7730" w:rsidRDefault="008212CD" w:rsidP="00223508">
      <w:pPr>
        <w:pStyle w:val="ListParagraph"/>
        <w:numPr>
          <w:ilvl w:val="0"/>
          <w:numId w:val="1"/>
        </w:numPr>
        <w:rPr>
          <w:strike/>
        </w:rPr>
      </w:pPr>
      <w:r w:rsidRPr="00BA7730">
        <w:rPr>
          <w:strike/>
        </w:rPr>
        <w:t>Fish Costume-Show us your shoes</w:t>
      </w:r>
      <w:r w:rsidR="004E2A63" w:rsidRPr="00BA7730">
        <w:rPr>
          <w:strike/>
        </w:rPr>
        <w:t xml:space="preserve"> – Fabulous multi piece costume that includes shoes. I was told that in Atlantic City for the Miss America pageant, there was always a parade where the contestants rod</w:t>
      </w:r>
      <w:r w:rsidR="00BA7730" w:rsidRPr="00BA7730">
        <w:rPr>
          <w:strike/>
        </w:rPr>
        <w:t>e</w:t>
      </w:r>
      <w:r w:rsidR="004E2A63" w:rsidRPr="00BA7730">
        <w:rPr>
          <w:strike/>
        </w:rPr>
        <w:t xml:space="preserve"> in cars and the parade bystanders demanded to see what shoes they were wearing! It turned into a very ‘kitschy’ thing.</w:t>
      </w:r>
      <w:r w:rsidR="00012D90" w:rsidRPr="00BA7730">
        <w:rPr>
          <w:strike/>
        </w:rPr>
        <w:t xml:space="preserve"> And </w:t>
      </w:r>
      <w:proofErr w:type="gramStart"/>
      <w:r w:rsidR="00012D90" w:rsidRPr="00BA7730">
        <w:rPr>
          <w:strike/>
        </w:rPr>
        <w:t>of course</w:t>
      </w:r>
      <w:proofErr w:type="gramEnd"/>
      <w:r w:rsidR="00012D90" w:rsidRPr="00BA7730">
        <w:rPr>
          <w:strike/>
        </w:rPr>
        <w:t xml:space="preserve"> the connection to fishing/Minnesota…</w:t>
      </w:r>
    </w:p>
    <w:p w14:paraId="7DBEC61F" w14:textId="77777777" w:rsidR="008212CD" w:rsidRDefault="008212CD" w:rsidP="00223508">
      <w:pPr>
        <w:pStyle w:val="ListParagraph"/>
        <w:numPr>
          <w:ilvl w:val="0"/>
          <w:numId w:val="1"/>
        </w:numPr>
      </w:pPr>
      <w:r>
        <w:t>Gone with the Wind</w:t>
      </w:r>
      <w:r w:rsidR="00FA7A62">
        <w:t xml:space="preserve"> – a business executive in the Twin Cites was invited to an actual Ted Turner ‘Gone with the Wind’ party, and she wanted a suitable costume. She loved her dress and cape!</w:t>
      </w:r>
    </w:p>
    <w:p w14:paraId="1AC37E90" w14:textId="77777777" w:rsidR="008212CD" w:rsidRPr="000E657A" w:rsidRDefault="008212CD" w:rsidP="00223508">
      <w:pPr>
        <w:pStyle w:val="ListParagraph"/>
        <w:numPr>
          <w:ilvl w:val="0"/>
          <w:numId w:val="1"/>
        </w:numPr>
        <w:rPr>
          <w:strike/>
        </w:rPr>
      </w:pPr>
      <w:r w:rsidRPr="000E657A">
        <w:rPr>
          <w:strike/>
        </w:rPr>
        <w:t>Pageant Costumes-Snowflake</w:t>
      </w:r>
      <w:r w:rsidR="004C46C9" w:rsidRPr="000E657A">
        <w:rPr>
          <w:strike/>
        </w:rPr>
        <w:t xml:space="preserve"> – this one matches the sketch.</w:t>
      </w:r>
    </w:p>
    <w:p w14:paraId="58DB11FC" w14:textId="77777777" w:rsidR="008212CD" w:rsidRDefault="008212CD" w:rsidP="00223508">
      <w:pPr>
        <w:pStyle w:val="ListParagraph"/>
        <w:numPr>
          <w:ilvl w:val="0"/>
          <w:numId w:val="1"/>
        </w:numPr>
      </w:pPr>
      <w:proofErr w:type="spellStart"/>
      <w:r>
        <w:t>PhotoSheet</w:t>
      </w:r>
      <w:proofErr w:type="spellEnd"/>
      <w:r>
        <w:t xml:space="preserve"> ProCheer3</w:t>
      </w:r>
    </w:p>
    <w:p w14:paraId="674DC8CF" w14:textId="77777777" w:rsidR="008212CD" w:rsidRPr="00AA6E3B" w:rsidRDefault="008212CD" w:rsidP="00223508">
      <w:pPr>
        <w:pStyle w:val="ListParagraph"/>
        <w:numPr>
          <w:ilvl w:val="0"/>
          <w:numId w:val="1"/>
        </w:numPr>
        <w:rPr>
          <w:strike/>
        </w:rPr>
      </w:pPr>
      <w:proofErr w:type="spellStart"/>
      <w:r w:rsidRPr="00AA6E3B">
        <w:rPr>
          <w:strike/>
        </w:rPr>
        <w:t>Qualy</w:t>
      </w:r>
      <w:proofErr w:type="spellEnd"/>
      <w:r w:rsidRPr="00AA6E3B">
        <w:rPr>
          <w:strike/>
        </w:rPr>
        <w:t>-gator mascot</w:t>
      </w:r>
      <w:r w:rsidR="0088169E" w:rsidRPr="00AA6E3B">
        <w:rPr>
          <w:strike/>
        </w:rPr>
        <w:t xml:space="preserve"> – years ago, when we had to say ‘OK’ to animal mascots etc. – Honeywell in Minneapolis – wanted a mascot for the Quality Control program. </w:t>
      </w:r>
    </w:p>
    <w:p w14:paraId="2E1DAC5B" w14:textId="77777777" w:rsidR="00662A98" w:rsidRPr="00BA7730" w:rsidRDefault="00662A98" w:rsidP="00223508">
      <w:pPr>
        <w:pStyle w:val="ListParagraph"/>
        <w:numPr>
          <w:ilvl w:val="0"/>
          <w:numId w:val="1"/>
        </w:numPr>
        <w:rPr>
          <w:strike/>
        </w:rPr>
      </w:pPr>
      <w:bookmarkStart w:id="0" w:name="_GoBack"/>
      <w:r w:rsidRPr="00BA7730">
        <w:rPr>
          <w:strike/>
        </w:rPr>
        <w:t>Robin Hood</w:t>
      </w:r>
      <w:r w:rsidR="00BA65A5" w:rsidRPr="00BA7730">
        <w:rPr>
          <w:strike/>
        </w:rPr>
        <w:t xml:space="preserve"> – an example of a solo costume, created for a Renaissance client.</w:t>
      </w:r>
    </w:p>
    <w:bookmarkEnd w:id="0"/>
    <w:p w14:paraId="4369DBE7" w14:textId="77777777" w:rsidR="00662A98" w:rsidRDefault="00662A98" w:rsidP="00223508">
      <w:pPr>
        <w:pStyle w:val="ListParagraph"/>
        <w:numPr>
          <w:ilvl w:val="0"/>
          <w:numId w:val="1"/>
        </w:numPr>
      </w:pPr>
      <w:r>
        <w:t xml:space="preserve">Rockettes </w:t>
      </w:r>
      <w:r w:rsidR="002B058D">
        <w:t>– Radio City Rockettes creative director gave out a designer’s sketch/conception for a new red Christmas/Holiday costume for the Rockettes. Satin Stitches was one of several costume manufacturers who were tasked to submit a sample costume. This is ours. Unfortunately the Rockettes did not receive funding for this costume, so no company got the order.</w:t>
      </w:r>
    </w:p>
    <w:p w14:paraId="4F25F346" w14:textId="77777777" w:rsidR="00662A98" w:rsidRPr="00AA6E3B" w:rsidRDefault="00662A98" w:rsidP="00223508">
      <w:pPr>
        <w:pStyle w:val="ListParagraph"/>
        <w:numPr>
          <w:ilvl w:val="0"/>
          <w:numId w:val="1"/>
        </w:numPr>
        <w:rPr>
          <w:strike/>
        </w:rPr>
      </w:pPr>
      <w:r w:rsidRPr="00AA6E3B">
        <w:rPr>
          <w:strike/>
        </w:rPr>
        <w:t xml:space="preserve">Skip </w:t>
      </w:r>
      <w:proofErr w:type="spellStart"/>
      <w:r w:rsidRPr="00AA6E3B">
        <w:rPr>
          <w:strike/>
        </w:rPr>
        <w:t>DeVol</w:t>
      </w:r>
      <w:proofErr w:type="spellEnd"/>
      <w:r w:rsidR="002B058D" w:rsidRPr="00AA6E3B">
        <w:rPr>
          <w:strike/>
        </w:rPr>
        <w:t xml:space="preserve"> – Satin Stitches worked with many local (and a few national) musical entertainers. Skip lived in the Twin Cities metro area, and we created maybe 6-8 different looks for him, for this shows – he </w:t>
      </w:r>
      <w:r w:rsidR="002B058D" w:rsidRPr="00AA6E3B">
        <w:rPr>
          <w:strike/>
        </w:rPr>
        <w:lastRenderedPageBreak/>
        <w:t>sang and played the banjo – which was not traditional banjo music. A couple of his autographed banjo picks are included with his promotional photo.</w:t>
      </w:r>
    </w:p>
    <w:p w14:paraId="7DF2B3C5" w14:textId="77777777" w:rsidR="00662A98" w:rsidRDefault="00662A98" w:rsidP="00223508">
      <w:pPr>
        <w:pStyle w:val="ListParagraph"/>
        <w:numPr>
          <w:ilvl w:val="0"/>
          <w:numId w:val="1"/>
        </w:numPr>
      </w:pPr>
      <w:r>
        <w:t>Snowflake dress</w:t>
      </w:r>
      <w:r w:rsidR="002B058D">
        <w:t xml:space="preserve"> – created as a ‘state costume’ for pageants, done as a skating costume with fancy </w:t>
      </w:r>
      <w:proofErr w:type="spellStart"/>
      <w:r w:rsidR="002B058D">
        <w:t>capet</w:t>
      </w:r>
      <w:proofErr w:type="spellEnd"/>
    </w:p>
    <w:p w14:paraId="62E7899F" w14:textId="77777777" w:rsidR="00662A98" w:rsidRPr="000E657A" w:rsidRDefault="00662A98" w:rsidP="00223508">
      <w:pPr>
        <w:pStyle w:val="ListParagraph"/>
        <w:numPr>
          <w:ilvl w:val="0"/>
          <w:numId w:val="1"/>
        </w:numPr>
        <w:rPr>
          <w:strike/>
        </w:rPr>
      </w:pPr>
      <w:r w:rsidRPr="000E657A">
        <w:rPr>
          <w:strike/>
        </w:rPr>
        <w:t>Snowflake sketch – for pagean</w:t>
      </w:r>
      <w:r w:rsidR="002B058D" w:rsidRPr="000E657A">
        <w:rPr>
          <w:strike/>
        </w:rPr>
        <w:t xml:space="preserve">t photo, noted above. But this also was created for a ‘state costume’ for pageants – to represent Minnesota. One-of-a-kind costume, plus we also created gowns for local, state and a few national pageants. </w:t>
      </w:r>
    </w:p>
    <w:p w14:paraId="679778BE" w14:textId="77777777" w:rsidR="00662A98" w:rsidRPr="000E657A" w:rsidRDefault="00662A98">
      <w:pPr>
        <w:rPr>
          <w:strike/>
        </w:rPr>
      </w:pPr>
    </w:p>
    <w:p w14:paraId="39000503" w14:textId="77777777" w:rsidR="00687C68" w:rsidRDefault="00687C68"/>
    <w:p w14:paraId="50CD24D2" w14:textId="77777777" w:rsidR="008F4CA4" w:rsidRDefault="008F4CA4"/>
    <w:p w14:paraId="690A793C" w14:textId="77777777" w:rsidR="008F4CA4" w:rsidRDefault="008F4CA4"/>
    <w:p w14:paraId="51D9D0AE" w14:textId="77777777" w:rsidR="008F4CA4" w:rsidRDefault="008F4CA4"/>
    <w:sectPr w:rsidR="008F4CA4" w:rsidSect="00223508">
      <w:pgSz w:w="12240" w:h="15840"/>
      <w:pgMar w:top="1440" w:right="117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834736"/>
    <w:multiLevelType w:val="hybridMultilevel"/>
    <w:tmpl w:val="31DC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30C"/>
    <w:rsid w:val="00012D90"/>
    <w:rsid w:val="000E657A"/>
    <w:rsid w:val="00223508"/>
    <w:rsid w:val="00267BDE"/>
    <w:rsid w:val="002B058D"/>
    <w:rsid w:val="003709E0"/>
    <w:rsid w:val="004C46C9"/>
    <w:rsid w:val="004E2A63"/>
    <w:rsid w:val="00662A98"/>
    <w:rsid w:val="00687C68"/>
    <w:rsid w:val="006B7FD0"/>
    <w:rsid w:val="006C5401"/>
    <w:rsid w:val="00735283"/>
    <w:rsid w:val="007C727A"/>
    <w:rsid w:val="007F342E"/>
    <w:rsid w:val="008212CD"/>
    <w:rsid w:val="0086330C"/>
    <w:rsid w:val="0088169E"/>
    <w:rsid w:val="008F4CA4"/>
    <w:rsid w:val="00953CAC"/>
    <w:rsid w:val="009F4D23"/>
    <w:rsid w:val="00AA6E3B"/>
    <w:rsid w:val="00BA65A5"/>
    <w:rsid w:val="00BA7730"/>
    <w:rsid w:val="00BE021E"/>
    <w:rsid w:val="00D27675"/>
    <w:rsid w:val="00EC509C"/>
    <w:rsid w:val="00FA7A62"/>
    <w:rsid w:val="00FC1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1E5F4"/>
  <w15:chartTrackingRefBased/>
  <w15:docId w15:val="{80056070-62C5-4780-AC9D-6FB741D2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414</TotalTime>
  <Pages>2</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Satin Stitches Customer Service</cp:lastModifiedBy>
  <cp:revision>23</cp:revision>
  <dcterms:created xsi:type="dcterms:W3CDTF">2019-08-27T17:26:00Z</dcterms:created>
  <dcterms:modified xsi:type="dcterms:W3CDTF">2019-09-18T18:31:00Z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